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840" w:rsidRDefault="00657840" w:rsidP="00657840">
      <w:pPr>
        <w:rPr>
          <w:sz w:val="32"/>
          <w:szCs w:val="32"/>
        </w:rPr>
      </w:pPr>
    </w:p>
    <w:p w:rsidR="00657840" w:rsidRDefault="00657840" w:rsidP="00657840">
      <w:pPr>
        <w:rPr>
          <w:sz w:val="32"/>
          <w:szCs w:val="32"/>
        </w:rPr>
      </w:pPr>
    </w:p>
    <w:p w:rsidR="00657840" w:rsidRPr="00010553" w:rsidRDefault="00657840" w:rsidP="00657840">
      <w:pPr>
        <w:rPr>
          <w:color w:val="C00000"/>
          <w:sz w:val="32"/>
          <w:szCs w:val="32"/>
        </w:rPr>
      </w:pPr>
      <w:r w:rsidRPr="00010553">
        <w:rPr>
          <w:color w:val="C00000"/>
          <w:sz w:val="32"/>
          <w:szCs w:val="32"/>
        </w:rPr>
        <w:t>Culture</w:t>
      </w:r>
    </w:p>
    <w:p w:rsidR="00657840" w:rsidRPr="009A6707" w:rsidRDefault="00657840" w:rsidP="00657840">
      <w:pPr>
        <w:numPr>
          <w:ilvl w:val="0"/>
          <w:numId w:val="1"/>
        </w:numPr>
        <w:rPr>
          <w:sz w:val="32"/>
          <w:szCs w:val="32"/>
        </w:rPr>
      </w:pPr>
      <w:r w:rsidRPr="009A6707">
        <w:rPr>
          <w:sz w:val="32"/>
          <w:szCs w:val="32"/>
        </w:rPr>
        <w:t>Understand, appreciate, express sensitivity for other cultures</w:t>
      </w:r>
    </w:p>
    <w:p w:rsidR="00657840" w:rsidRPr="009A6707" w:rsidRDefault="00657840" w:rsidP="00657840">
      <w:pPr>
        <w:numPr>
          <w:ilvl w:val="0"/>
          <w:numId w:val="1"/>
        </w:numPr>
        <w:rPr>
          <w:sz w:val="32"/>
          <w:szCs w:val="32"/>
        </w:rPr>
      </w:pPr>
      <w:r w:rsidRPr="009A6707">
        <w:rPr>
          <w:sz w:val="32"/>
          <w:szCs w:val="32"/>
        </w:rPr>
        <w:t>Understand points of view (with respect to language, culture, readings)</w:t>
      </w:r>
    </w:p>
    <w:p w:rsidR="00657840" w:rsidRPr="009A6707" w:rsidRDefault="00657840" w:rsidP="00657840">
      <w:pPr>
        <w:rPr>
          <w:sz w:val="32"/>
          <w:szCs w:val="32"/>
        </w:rPr>
      </w:pPr>
    </w:p>
    <w:p w:rsidR="00657840" w:rsidRPr="009A6707" w:rsidRDefault="00657840" w:rsidP="00657840">
      <w:pPr>
        <w:rPr>
          <w:sz w:val="32"/>
          <w:szCs w:val="32"/>
        </w:rPr>
      </w:pPr>
    </w:p>
    <w:p w:rsidR="00657840" w:rsidRPr="00010553" w:rsidRDefault="00657840" w:rsidP="00657840">
      <w:pPr>
        <w:rPr>
          <w:color w:val="C00000"/>
          <w:sz w:val="32"/>
          <w:szCs w:val="32"/>
        </w:rPr>
      </w:pPr>
      <w:r w:rsidRPr="00010553">
        <w:rPr>
          <w:color w:val="C00000"/>
          <w:sz w:val="32"/>
          <w:szCs w:val="32"/>
        </w:rPr>
        <w:t>Connections</w:t>
      </w:r>
    </w:p>
    <w:p w:rsidR="00657840" w:rsidRPr="009A6707" w:rsidRDefault="00657840" w:rsidP="00657840">
      <w:pPr>
        <w:numPr>
          <w:ilvl w:val="0"/>
          <w:numId w:val="2"/>
        </w:numPr>
        <w:rPr>
          <w:sz w:val="32"/>
          <w:szCs w:val="32"/>
        </w:rPr>
      </w:pPr>
      <w:r w:rsidRPr="009A6707">
        <w:rPr>
          <w:sz w:val="32"/>
          <w:szCs w:val="32"/>
        </w:rPr>
        <w:t>Make connections among languages</w:t>
      </w:r>
    </w:p>
    <w:p w:rsidR="00657840" w:rsidRPr="009A6707" w:rsidRDefault="00657840" w:rsidP="00657840">
      <w:pPr>
        <w:numPr>
          <w:ilvl w:val="0"/>
          <w:numId w:val="2"/>
        </w:numPr>
        <w:rPr>
          <w:sz w:val="32"/>
          <w:szCs w:val="32"/>
        </w:rPr>
      </w:pPr>
      <w:r w:rsidRPr="009A6707">
        <w:rPr>
          <w:sz w:val="32"/>
          <w:szCs w:val="32"/>
        </w:rPr>
        <w:t>Express own point of view and compar</w:t>
      </w:r>
      <w:r w:rsidR="00010553">
        <w:rPr>
          <w:sz w:val="32"/>
          <w:szCs w:val="32"/>
        </w:rPr>
        <w:t>e</w:t>
      </w:r>
      <w:r w:rsidRPr="009A6707">
        <w:rPr>
          <w:sz w:val="32"/>
          <w:szCs w:val="32"/>
        </w:rPr>
        <w:t xml:space="preserve"> the perspective to that of others</w:t>
      </w:r>
    </w:p>
    <w:p w:rsidR="00657840" w:rsidRPr="009A6707" w:rsidRDefault="00657840" w:rsidP="00657840">
      <w:pPr>
        <w:rPr>
          <w:sz w:val="32"/>
          <w:szCs w:val="32"/>
        </w:rPr>
      </w:pPr>
      <w:bookmarkStart w:id="0" w:name="_GoBack"/>
      <w:bookmarkEnd w:id="0"/>
    </w:p>
    <w:p w:rsidR="00657840" w:rsidRPr="00010553" w:rsidRDefault="00010553" w:rsidP="00657840">
      <w:pPr>
        <w:rPr>
          <w:color w:val="C00000"/>
          <w:sz w:val="32"/>
          <w:szCs w:val="32"/>
        </w:rPr>
      </w:pPr>
      <w:r w:rsidRPr="00010553">
        <w:rPr>
          <w:color w:val="C00000"/>
          <w:sz w:val="32"/>
          <w:szCs w:val="32"/>
        </w:rPr>
        <w:t>**</w:t>
      </w:r>
      <w:r w:rsidR="00657840" w:rsidRPr="00010553">
        <w:rPr>
          <w:color w:val="C00000"/>
          <w:sz w:val="32"/>
          <w:szCs w:val="32"/>
        </w:rPr>
        <w:t>Communication</w:t>
      </w:r>
    </w:p>
    <w:p w:rsidR="00657840" w:rsidRPr="00657840" w:rsidRDefault="00657840" w:rsidP="00657840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657840">
        <w:rPr>
          <w:sz w:val="32"/>
          <w:szCs w:val="32"/>
        </w:rPr>
        <w:t>Synthesizes spoken and written information in an authentic contextual application through precise vocabulary, pronunciation and grammatical forms.</w:t>
      </w:r>
    </w:p>
    <w:p w:rsidR="00657840" w:rsidRDefault="00657840" w:rsidP="00657840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(Theme-based units)</w:t>
      </w:r>
    </w:p>
    <w:p w:rsidR="00657840" w:rsidRDefault="00657840" w:rsidP="00657840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Exchange information about familiar tasks, topics, </w:t>
      </w:r>
      <w:r w:rsidR="00010553">
        <w:rPr>
          <w:sz w:val="32"/>
          <w:szCs w:val="32"/>
        </w:rPr>
        <w:t>and activities</w:t>
      </w:r>
    </w:p>
    <w:p w:rsidR="00010553" w:rsidRPr="00657840" w:rsidRDefault="00010553" w:rsidP="00657840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Handle short social interactions using phrases and simple sentences</w:t>
      </w:r>
    </w:p>
    <w:p w:rsidR="004F400B" w:rsidRDefault="004F400B"/>
    <w:p w:rsidR="00657840" w:rsidRDefault="00657840"/>
    <w:sectPr w:rsidR="006578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8A"/>
    <w:multiLevelType w:val="hybridMultilevel"/>
    <w:tmpl w:val="A1CED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85124"/>
    <w:multiLevelType w:val="hybridMultilevel"/>
    <w:tmpl w:val="5170B6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8E67DE"/>
    <w:multiLevelType w:val="hybridMultilevel"/>
    <w:tmpl w:val="0652BE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40"/>
    <w:rsid w:val="00010553"/>
    <w:rsid w:val="000941E5"/>
    <w:rsid w:val="000A662F"/>
    <w:rsid w:val="000F608F"/>
    <w:rsid w:val="00102A7B"/>
    <w:rsid w:val="00114162"/>
    <w:rsid w:val="0012280D"/>
    <w:rsid w:val="001706B0"/>
    <w:rsid w:val="00214E4A"/>
    <w:rsid w:val="0025665A"/>
    <w:rsid w:val="002E020C"/>
    <w:rsid w:val="00336D50"/>
    <w:rsid w:val="00373FFF"/>
    <w:rsid w:val="003C5766"/>
    <w:rsid w:val="00400D30"/>
    <w:rsid w:val="004448FE"/>
    <w:rsid w:val="00450E10"/>
    <w:rsid w:val="00476E3B"/>
    <w:rsid w:val="004C07DF"/>
    <w:rsid w:val="004C0BC2"/>
    <w:rsid w:val="004F400B"/>
    <w:rsid w:val="004F4938"/>
    <w:rsid w:val="00505875"/>
    <w:rsid w:val="00536475"/>
    <w:rsid w:val="0056242B"/>
    <w:rsid w:val="00564FFC"/>
    <w:rsid w:val="005C073A"/>
    <w:rsid w:val="005E2EFC"/>
    <w:rsid w:val="00657840"/>
    <w:rsid w:val="00660BCF"/>
    <w:rsid w:val="006707BE"/>
    <w:rsid w:val="00676169"/>
    <w:rsid w:val="00685415"/>
    <w:rsid w:val="007258CB"/>
    <w:rsid w:val="007309A1"/>
    <w:rsid w:val="0074155B"/>
    <w:rsid w:val="00773E0B"/>
    <w:rsid w:val="007A4709"/>
    <w:rsid w:val="007E38D9"/>
    <w:rsid w:val="007F1793"/>
    <w:rsid w:val="008177BD"/>
    <w:rsid w:val="0086126C"/>
    <w:rsid w:val="00927E07"/>
    <w:rsid w:val="009D4B2D"/>
    <w:rsid w:val="009E069A"/>
    <w:rsid w:val="009E3DFE"/>
    <w:rsid w:val="009E5FC2"/>
    <w:rsid w:val="009F7F2A"/>
    <w:rsid w:val="00A034E6"/>
    <w:rsid w:val="00A161C1"/>
    <w:rsid w:val="00A700CF"/>
    <w:rsid w:val="00AB0765"/>
    <w:rsid w:val="00AE06E2"/>
    <w:rsid w:val="00AE6B03"/>
    <w:rsid w:val="00B37814"/>
    <w:rsid w:val="00B46841"/>
    <w:rsid w:val="00B64938"/>
    <w:rsid w:val="00B73A8F"/>
    <w:rsid w:val="00BE26A3"/>
    <w:rsid w:val="00C31524"/>
    <w:rsid w:val="00C4503B"/>
    <w:rsid w:val="00C52FF0"/>
    <w:rsid w:val="00C74E3D"/>
    <w:rsid w:val="00C760E1"/>
    <w:rsid w:val="00CC0BED"/>
    <w:rsid w:val="00CD7801"/>
    <w:rsid w:val="00D20E3F"/>
    <w:rsid w:val="00E41D3A"/>
    <w:rsid w:val="00E45F31"/>
    <w:rsid w:val="00E829B0"/>
    <w:rsid w:val="00E96BDE"/>
    <w:rsid w:val="00F066E0"/>
    <w:rsid w:val="00F7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840"/>
    <w:rPr>
      <w:rFonts w:eastAsia="PMingLiU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8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840"/>
    <w:rPr>
      <w:rFonts w:eastAsia="PMingLiU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55B126D1.dotm</Template>
  <TotalTime>7</TotalTime>
  <Pages>1</Pages>
  <Words>73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Bronxville School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Bronxville User</dc:creator>
  <cp:keywords/>
  <dc:description/>
  <cp:lastModifiedBy>Bronxville User</cp:lastModifiedBy>
  <cp:revision>1</cp:revision>
  <dcterms:created xsi:type="dcterms:W3CDTF">2011-09-12T18:16:00Z</dcterms:created>
  <dcterms:modified xsi:type="dcterms:W3CDTF">2011-09-12T18:30:00Z</dcterms:modified>
</cp:coreProperties>
</file>